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A30E9E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A30E9E">
              <w:t>ENAV Committee</w:t>
            </w:r>
          </w:p>
        </w:tc>
        <w:tc>
          <w:tcPr>
            <w:tcW w:w="5461" w:type="dxa"/>
          </w:tcPr>
          <w:p w:rsidR="000348ED" w:rsidRPr="00B15B24" w:rsidRDefault="00E11B1A" w:rsidP="0052314D">
            <w:pPr>
              <w:pStyle w:val="Header"/>
              <w:rPr>
                <w:highlight w:val="yellow"/>
              </w:rPr>
            </w:pPr>
            <w:r w:rsidRPr="0052314D">
              <w:t>ENAV1</w:t>
            </w:r>
            <w:r w:rsidR="0052314D" w:rsidRPr="0052314D">
              <w:t>7</w:t>
            </w:r>
            <w:r w:rsidRPr="0052314D">
              <w:t>-</w:t>
            </w:r>
            <w:r w:rsidR="00BE4EAB" w:rsidRPr="0052314D">
              <w:t>14</w:t>
            </w:r>
            <w:r w:rsidR="00DE629D" w:rsidRPr="0052314D">
              <w:t>.</w:t>
            </w:r>
            <w:r w:rsidR="00BE4EAB" w:rsidRPr="0052314D">
              <w:t>1</w:t>
            </w:r>
            <w:r w:rsidR="00DE629D" w:rsidRPr="0052314D">
              <w:t>.</w:t>
            </w:r>
            <w:r w:rsidR="0052314D" w:rsidRPr="0052314D">
              <w:t>4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52314D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52314D">
              <w:t>VTS</w:t>
            </w:r>
          </w:p>
        </w:tc>
        <w:tc>
          <w:tcPr>
            <w:tcW w:w="5461" w:type="dxa"/>
          </w:tcPr>
          <w:p w:rsidR="00E11B1A" w:rsidRPr="00B15B24" w:rsidRDefault="00E11B1A" w:rsidP="00E11B1A">
            <w:pPr>
              <w:jc w:val="right"/>
            </w:pPr>
            <w:r>
              <w:t>2</w:t>
            </w:r>
            <w:r w:rsidR="0052314D">
              <w:t>6 October</w:t>
            </w:r>
            <w:r w:rsidR="005D05AC" w:rsidRPr="00B15B24">
              <w:t xml:space="preserve"> 20</w:t>
            </w:r>
            <w:r w:rsidR="001A654A">
              <w:t>1</w:t>
            </w:r>
            <w:r>
              <w:t>5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0348ED" w:rsidP="005D05AC">
      <w:pPr>
        <w:pStyle w:val="Title"/>
        <w:spacing w:after="120"/>
      </w:pPr>
    </w:p>
    <w:p w:rsidR="00B8247E" w:rsidRDefault="0064435F" w:rsidP="00002906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3E258E" w:rsidRDefault="0052314D" w:rsidP="003E258E">
      <w:r>
        <w:rPr>
          <w:lang w:eastAsia="de-DE"/>
        </w:rPr>
        <w:t>The VTS committee is requested to</w:t>
      </w:r>
      <w:r w:rsidR="003E258E">
        <w:rPr>
          <w:lang w:eastAsia="de-DE"/>
        </w:rPr>
        <w:t xml:space="preserve"> consider the </w:t>
      </w:r>
      <w:r w:rsidR="00FC5AE1">
        <w:rPr>
          <w:lang w:eastAsia="de-DE"/>
        </w:rPr>
        <w:t xml:space="preserve">input paper </w:t>
      </w:r>
      <w:r w:rsidR="003E258E">
        <w:rPr>
          <w:lang w:eastAsia="de-DE"/>
        </w:rPr>
        <w:t>ENAV17-9.11</w:t>
      </w:r>
      <w:r>
        <w:rPr>
          <w:lang w:eastAsia="de-DE"/>
        </w:rPr>
        <w:t xml:space="preserve"> </w:t>
      </w:r>
      <w:r w:rsidR="003E258E">
        <w:rPr>
          <w:lang w:eastAsia="de-DE"/>
        </w:rPr>
        <w:t>on the development of an</w:t>
      </w:r>
      <w:r w:rsidR="003E258E">
        <w:t xml:space="preserve"> international standard for machine-to-machine (M2M) interfaces. </w:t>
      </w:r>
    </w:p>
    <w:p w:rsidR="00FC5AE1" w:rsidRDefault="00FC5AE1" w:rsidP="003E258E"/>
    <w:p w:rsidR="00E11B1A" w:rsidRDefault="00FC5AE1" w:rsidP="0052314D">
      <w:pPr>
        <w:rPr>
          <w:lang w:eastAsia="de-DE"/>
        </w:rPr>
      </w:pPr>
      <w:r>
        <w:rPr>
          <w:lang w:eastAsia="de-DE"/>
        </w:rPr>
        <w:t>The ENAV C</w:t>
      </w:r>
      <w:r w:rsidR="003E258E">
        <w:rPr>
          <w:lang w:eastAsia="de-DE"/>
        </w:rPr>
        <w:t xml:space="preserve">ommittee supports the idea but </w:t>
      </w:r>
      <w:r w:rsidR="002F572A">
        <w:rPr>
          <w:lang w:eastAsia="de-DE"/>
        </w:rPr>
        <w:t>is of the op</w:t>
      </w:r>
      <w:r>
        <w:rPr>
          <w:lang w:eastAsia="de-DE"/>
        </w:rPr>
        <w:t xml:space="preserve">inion that this should be a pan </w:t>
      </w:r>
      <w:r w:rsidR="00516A24">
        <w:rPr>
          <w:lang w:eastAsia="de-DE"/>
        </w:rPr>
        <w:t xml:space="preserve">VTS and ENAV </w:t>
      </w:r>
      <w:r>
        <w:rPr>
          <w:lang w:eastAsia="de-DE"/>
        </w:rPr>
        <w:t>C</w:t>
      </w:r>
      <w:r w:rsidR="002F572A">
        <w:rPr>
          <w:lang w:eastAsia="de-DE"/>
        </w:rPr>
        <w:t>ommittee development</w:t>
      </w:r>
      <w:r w:rsidR="00516A24">
        <w:rPr>
          <w:lang w:eastAsia="de-DE"/>
        </w:rPr>
        <w:t>.</w:t>
      </w:r>
    </w:p>
    <w:p w:rsidR="00DF008F" w:rsidRPr="002D2E92" w:rsidRDefault="00DF008F" w:rsidP="002D2E92">
      <w:pPr>
        <w:rPr>
          <w:lang w:eastAsia="de-DE"/>
        </w:rPr>
      </w:pP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2F572A" w:rsidRDefault="002F572A" w:rsidP="00BE796D">
      <w:pPr>
        <w:pStyle w:val="ListParagraph"/>
        <w:numPr>
          <w:ilvl w:val="0"/>
          <w:numId w:val="27"/>
        </w:numPr>
        <w:rPr>
          <w:lang w:eastAsia="de-DE"/>
        </w:rPr>
      </w:pPr>
      <w:r>
        <w:rPr>
          <w:lang w:eastAsia="de-DE"/>
        </w:rPr>
        <w:t>Consider the document</w:t>
      </w:r>
      <w:r w:rsidR="0025446A">
        <w:rPr>
          <w:lang w:eastAsia="de-DE"/>
        </w:rPr>
        <w:t xml:space="preserve"> and a</w:t>
      </w:r>
      <w:r w:rsidR="00516A24">
        <w:rPr>
          <w:lang w:eastAsia="de-DE"/>
        </w:rPr>
        <w:t>dvise the ENAV</w:t>
      </w:r>
      <w:r w:rsidR="00FC5AE1">
        <w:rPr>
          <w:lang w:eastAsia="de-DE"/>
        </w:rPr>
        <w:t xml:space="preserve"> C</w:t>
      </w:r>
      <w:r w:rsidR="00516A24">
        <w:rPr>
          <w:lang w:eastAsia="de-DE"/>
        </w:rPr>
        <w:t xml:space="preserve">ommittee on </w:t>
      </w:r>
      <w:r w:rsidR="0025446A">
        <w:rPr>
          <w:lang w:eastAsia="de-DE"/>
        </w:rPr>
        <w:t>a way forward</w:t>
      </w:r>
      <w:bookmarkStart w:id="0" w:name="_GoBack"/>
      <w:bookmarkEnd w:id="0"/>
      <w:r w:rsidR="00FC5AE1">
        <w:rPr>
          <w:lang w:eastAsia="de-DE"/>
        </w:rPr>
        <w:t>.</w:t>
      </w:r>
    </w:p>
    <w:p w:rsidR="005545F6" w:rsidRDefault="005545F6">
      <w:pPr>
        <w:rPr>
          <w:lang w:eastAsia="de-DE"/>
        </w:rPr>
      </w:pPr>
      <w:r>
        <w:rPr>
          <w:lang w:eastAsia="de-DE"/>
        </w:rPr>
        <w:br w:type="page"/>
      </w:r>
    </w:p>
    <w:p w:rsidR="005545F6" w:rsidRDefault="005545F6" w:rsidP="005545F6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lastRenderedPageBreak/>
        <w:t>ANNEX</w:t>
      </w:r>
    </w:p>
    <w:p w:rsidR="005545F6" w:rsidRDefault="005545F6" w:rsidP="005545F6">
      <w:pPr>
        <w:rPr>
          <w:rFonts w:cs="Arial"/>
          <w:b/>
          <w:szCs w:val="21"/>
        </w:rPr>
      </w:pPr>
    </w:p>
    <w:sectPr w:rsidR="005545F6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C87" w:rsidRDefault="00753C87" w:rsidP="00002906">
      <w:r>
        <w:separator/>
      </w:r>
    </w:p>
  </w:endnote>
  <w:endnote w:type="continuationSeparator" w:id="0">
    <w:p w:rsidR="00753C87" w:rsidRDefault="00753C87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E9E" w:rsidRDefault="00A30E9E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5446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C87" w:rsidRDefault="00753C87" w:rsidP="00002906">
      <w:r>
        <w:separator/>
      </w:r>
    </w:p>
  </w:footnote>
  <w:footnote w:type="continuationSeparator" w:id="0">
    <w:p w:rsidR="00753C87" w:rsidRDefault="00753C87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FA30EDB"/>
    <w:multiLevelType w:val="hybridMultilevel"/>
    <w:tmpl w:val="A6D24E3A"/>
    <w:lvl w:ilvl="0" w:tplc="7D1E58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67C4"/>
    <w:multiLevelType w:val="hybridMultilevel"/>
    <w:tmpl w:val="CE9A75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65F7EC7"/>
    <w:multiLevelType w:val="hybridMultilevel"/>
    <w:tmpl w:val="648473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FD26E2B"/>
    <w:multiLevelType w:val="hybridMultilevel"/>
    <w:tmpl w:val="98F2F656"/>
    <w:lvl w:ilvl="0" w:tplc="914E00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9"/>
  </w:num>
  <w:num w:numId="8">
    <w:abstractNumId w:val="0"/>
  </w:num>
  <w:num w:numId="9">
    <w:abstractNumId w:val="4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5"/>
  </w:num>
  <w:num w:numId="18">
    <w:abstractNumId w:val="3"/>
  </w:num>
  <w:num w:numId="19">
    <w:abstractNumId w:val="14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"/>
  </w:num>
  <w:num w:numId="26">
    <w:abstractNumId w:val="8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267"/>
    <w:rsid w:val="00002906"/>
    <w:rsid w:val="000308E7"/>
    <w:rsid w:val="00031A92"/>
    <w:rsid w:val="000348ED"/>
    <w:rsid w:val="00036801"/>
    <w:rsid w:val="00050DA7"/>
    <w:rsid w:val="000A3476"/>
    <w:rsid w:val="000A5A01"/>
    <w:rsid w:val="000E1BE0"/>
    <w:rsid w:val="00135447"/>
    <w:rsid w:val="00145C9C"/>
    <w:rsid w:val="00152273"/>
    <w:rsid w:val="00153D7E"/>
    <w:rsid w:val="00193A5C"/>
    <w:rsid w:val="001A46BC"/>
    <w:rsid w:val="001A654A"/>
    <w:rsid w:val="001C74CF"/>
    <w:rsid w:val="0025446A"/>
    <w:rsid w:val="00266BED"/>
    <w:rsid w:val="002A798A"/>
    <w:rsid w:val="002C17AE"/>
    <w:rsid w:val="002D2E92"/>
    <w:rsid w:val="002E492D"/>
    <w:rsid w:val="002F572A"/>
    <w:rsid w:val="00330818"/>
    <w:rsid w:val="003600E1"/>
    <w:rsid w:val="003B2BAA"/>
    <w:rsid w:val="003B6DBF"/>
    <w:rsid w:val="003C5CAE"/>
    <w:rsid w:val="003D55DD"/>
    <w:rsid w:val="003E1831"/>
    <w:rsid w:val="003E258E"/>
    <w:rsid w:val="00400437"/>
    <w:rsid w:val="00424954"/>
    <w:rsid w:val="00457B17"/>
    <w:rsid w:val="00466A6F"/>
    <w:rsid w:val="00467ED2"/>
    <w:rsid w:val="004B277E"/>
    <w:rsid w:val="004C1386"/>
    <w:rsid w:val="004C220D"/>
    <w:rsid w:val="004C5693"/>
    <w:rsid w:val="004E0DED"/>
    <w:rsid w:val="004E4158"/>
    <w:rsid w:val="004F529E"/>
    <w:rsid w:val="00516A24"/>
    <w:rsid w:val="0052314D"/>
    <w:rsid w:val="00540912"/>
    <w:rsid w:val="005545F6"/>
    <w:rsid w:val="00581186"/>
    <w:rsid w:val="005C7EBA"/>
    <w:rsid w:val="005D05AC"/>
    <w:rsid w:val="005D6932"/>
    <w:rsid w:val="005F4EB8"/>
    <w:rsid w:val="00607152"/>
    <w:rsid w:val="00630F7F"/>
    <w:rsid w:val="0064435F"/>
    <w:rsid w:val="0066685D"/>
    <w:rsid w:val="006856DC"/>
    <w:rsid w:val="00691267"/>
    <w:rsid w:val="006A4B52"/>
    <w:rsid w:val="006B015E"/>
    <w:rsid w:val="006C783E"/>
    <w:rsid w:val="006D470F"/>
    <w:rsid w:val="00727E88"/>
    <w:rsid w:val="00752457"/>
    <w:rsid w:val="00753C87"/>
    <w:rsid w:val="00775878"/>
    <w:rsid w:val="0078151F"/>
    <w:rsid w:val="007E4525"/>
    <w:rsid w:val="007E509D"/>
    <w:rsid w:val="0080092C"/>
    <w:rsid w:val="00802A7F"/>
    <w:rsid w:val="008065E8"/>
    <w:rsid w:val="00866477"/>
    <w:rsid w:val="00870F4A"/>
    <w:rsid w:val="00872453"/>
    <w:rsid w:val="00892CAB"/>
    <w:rsid w:val="008B03E0"/>
    <w:rsid w:val="008F00E3"/>
    <w:rsid w:val="008F13DD"/>
    <w:rsid w:val="00902AA4"/>
    <w:rsid w:val="00955EDE"/>
    <w:rsid w:val="009F3B6C"/>
    <w:rsid w:val="009F5C36"/>
    <w:rsid w:val="00A00029"/>
    <w:rsid w:val="00A014F3"/>
    <w:rsid w:val="00A11BEB"/>
    <w:rsid w:val="00A27F12"/>
    <w:rsid w:val="00A30579"/>
    <w:rsid w:val="00A309B9"/>
    <w:rsid w:val="00A30E9E"/>
    <w:rsid w:val="00AA3904"/>
    <w:rsid w:val="00AA76C0"/>
    <w:rsid w:val="00AF4722"/>
    <w:rsid w:val="00B077EC"/>
    <w:rsid w:val="00B15B24"/>
    <w:rsid w:val="00B31826"/>
    <w:rsid w:val="00B428DA"/>
    <w:rsid w:val="00B46A83"/>
    <w:rsid w:val="00B8247E"/>
    <w:rsid w:val="00B85580"/>
    <w:rsid w:val="00BA02F8"/>
    <w:rsid w:val="00BE4EAB"/>
    <w:rsid w:val="00BE56DF"/>
    <w:rsid w:val="00C17C97"/>
    <w:rsid w:val="00C32F62"/>
    <w:rsid w:val="00CA04AF"/>
    <w:rsid w:val="00CB6F5F"/>
    <w:rsid w:val="00CC1604"/>
    <w:rsid w:val="00CF5032"/>
    <w:rsid w:val="00D121A2"/>
    <w:rsid w:val="00D91DC1"/>
    <w:rsid w:val="00D921E2"/>
    <w:rsid w:val="00DB564F"/>
    <w:rsid w:val="00DE629D"/>
    <w:rsid w:val="00DF008F"/>
    <w:rsid w:val="00E11B1A"/>
    <w:rsid w:val="00E66169"/>
    <w:rsid w:val="00E93C9B"/>
    <w:rsid w:val="00EA43BC"/>
    <w:rsid w:val="00EA7ACA"/>
    <w:rsid w:val="00EC3729"/>
    <w:rsid w:val="00EE3F2F"/>
    <w:rsid w:val="00F007C7"/>
    <w:rsid w:val="00F03632"/>
    <w:rsid w:val="00F3488E"/>
    <w:rsid w:val="00F66546"/>
    <w:rsid w:val="00F73F78"/>
    <w:rsid w:val="00FA5842"/>
    <w:rsid w:val="00FA6769"/>
    <w:rsid w:val="00FC5AE1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AE9BC0D-94E0-47F2-8B7F-47E2E8C22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rsid w:val="00D12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21A2"/>
    <w:rPr>
      <w:sz w:val="20"/>
    </w:rPr>
  </w:style>
  <w:style w:type="character" w:customStyle="1" w:styleId="CommentTextChar">
    <w:name w:val="Comment Text Char"/>
    <w:link w:val="CommentText"/>
    <w:rsid w:val="00D121A2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21A2"/>
    <w:rPr>
      <w:b/>
      <w:bCs/>
    </w:rPr>
  </w:style>
  <w:style w:type="character" w:customStyle="1" w:styleId="CommentSubjectChar">
    <w:name w:val="Comment Subject Char"/>
    <w:link w:val="CommentSubject"/>
    <w:rsid w:val="00D121A2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12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21A2"/>
    <w:rPr>
      <w:rFonts w:ascii="Segoe UI" w:hAnsi="Segoe UI" w:cs="Segoe UI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rsid w:val="00A014F3"/>
    <w:pPr>
      <w:ind w:left="720"/>
      <w:contextualSpacing/>
    </w:pPr>
  </w:style>
  <w:style w:type="table" w:styleId="TableGrid">
    <w:name w:val="Table Grid"/>
    <w:basedOn w:val="TableNormal"/>
    <w:uiPriority w:val="59"/>
    <w:rsid w:val="005545F6"/>
    <w:rPr>
      <w:rFonts w:ascii="Calibri" w:eastAsia="Calibri" w:hAnsi="Calibri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5545F6"/>
    <w:rPr>
      <w:rFonts w:eastAsia="Calibri" w:cs="Calibri"/>
      <w:sz w:val="20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45F6"/>
    <w:rPr>
      <w:rFonts w:ascii="Arial" w:eastAsia="Calibri" w:hAnsi="Arial" w:cs="Calibri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545F6"/>
    <w:rPr>
      <w:vertAlign w:val="superscript"/>
    </w:rPr>
  </w:style>
  <w:style w:type="character" w:customStyle="1" w:styleId="TitleChar">
    <w:name w:val="Title Char"/>
    <w:link w:val="Title"/>
    <w:rsid w:val="003E258E"/>
    <w:rPr>
      <w:rFonts w:ascii="Arial" w:hAnsi="Arial" w:cs="Arial"/>
      <w:b/>
      <w:bCs/>
      <w:kern w:val="28"/>
      <w:sz w:val="32"/>
      <w:szCs w:val="3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ropbox\Working%20Group%206%20DM\committee%20meetings\e-NAV14\Output%20documents\Liaison%20note%20from%20eNAV%20to%20committees%20and%20PAP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98CB3-7CD1-4122-B62B-ED12623B9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note from eNAV to committees and PAP.dot</Template>
  <TotalTime>0</TotalTime>
  <Pages>2</Pages>
  <Words>69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Peter</dc:creator>
  <cp:lastModifiedBy>Seamus Doyle</cp:lastModifiedBy>
  <cp:revision>2</cp:revision>
  <cp:lastPrinted>2006-10-19T09:49:00Z</cp:lastPrinted>
  <dcterms:created xsi:type="dcterms:W3CDTF">2015-10-30T08:11:00Z</dcterms:created>
  <dcterms:modified xsi:type="dcterms:W3CDTF">2015-10-30T08:11:00Z</dcterms:modified>
</cp:coreProperties>
</file>